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2589158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234F46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34F46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330CA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54423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2DD2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A2B7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2024-01-25T09:37:00Z</dcterms:created>
  <dcterms:modified xsi:type="dcterms:W3CDTF">2024-12-10T08:48:00Z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